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67AC55F" w:rsidR="0033636C" w:rsidRPr="005174E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174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40AB1">
            <w:rPr>
              <w:rFonts w:ascii="Times New Roman" w:hAnsi="Times New Roman"/>
              <w:sz w:val="28"/>
              <w:szCs w:val="28"/>
            </w:rPr>
            <w:t>03 февраля 2026 года</w:t>
          </w:r>
        </w:sdtContent>
      </w:sdt>
      <w:r w:rsidRPr="005174E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340AB1" w:rsidRPr="00340AB1">
            <w:rPr>
              <w:rFonts w:ascii="Times New Roman" w:hAnsi="Times New Roman"/>
              <w:sz w:val="28"/>
              <w:szCs w:val="28"/>
            </w:rPr>
            <w:t>53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559AFE9" w14:textId="77777777" w:rsidR="005174EE" w:rsidRDefault="00093B08" w:rsidP="005174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EE">
        <w:rPr>
          <w:rFonts w:ascii="Times New Roman" w:hAnsi="Times New Roman"/>
          <w:b/>
          <w:sz w:val="28"/>
          <w:szCs w:val="28"/>
        </w:rPr>
        <w:t>Об утверждении Порядка разработки, реализации</w:t>
      </w:r>
      <w:r w:rsidR="00C12AB3" w:rsidRPr="005174EE">
        <w:rPr>
          <w:rFonts w:ascii="Times New Roman" w:hAnsi="Times New Roman"/>
          <w:b/>
          <w:sz w:val="28"/>
          <w:szCs w:val="28"/>
        </w:rPr>
        <w:t>,</w:t>
      </w:r>
      <w:r w:rsidRPr="005174EE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14:paraId="03D2500B" w14:textId="77777777" w:rsidR="005174EE" w:rsidRDefault="00C12AB3" w:rsidP="005174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EE">
        <w:rPr>
          <w:rFonts w:ascii="Times New Roman" w:hAnsi="Times New Roman"/>
          <w:b/>
          <w:sz w:val="28"/>
          <w:szCs w:val="28"/>
        </w:rPr>
        <w:t>и оценки эффективности</w:t>
      </w:r>
      <w:r w:rsidR="005174EE">
        <w:rPr>
          <w:rFonts w:ascii="Times New Roman" w:hAnsi="Times New Roman"/>
          <w:b/>
          <w:sz w:val="28"/>
          <w:szCs w:val="28"/>
        </w:rPr>
        <w:t xml:space="preserve"> муниципальных программ</w:t>
      </w:r>
    </w:p>
    <w:p w14:paraId="0634CFB9" w14:textId="77777777" w:rsidR="005174EE" w:rsidRDefault="00093B08" w:rsidP="005174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EE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5174EE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0DCF5580" w14:textId="3311A395" w:rsidR="0033636C" w:rsidRPr="005174EE" w:rsidRDefault="00093B08" w:rsidP="005174EE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EE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4E7C17AE" w14:textId="77777777" w:rsidR="00986740" w:rsidRPr="0080462D" w:rsidRDefault="00986740" w:rsidP="005174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09A55817" w14:textId="51713C8B" w:rsidR="00986740" w:rsidRDefault="00986740" w:rsidP="00517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разработки, реализации</w:t>
      </w:r>
      <w:r w:rsidR="00C12A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мониторинга</w:t>
      </w:r>
      <w:r w:rsidR="00C12AB3">
        <w:rPr>
          <w:rFonts w:ascii="Times New Roman" w:hAnsi="Times New Roman"/>
          <w:sz w:val="28"/>
          <w:szCs w:val="28"/>
        </w:rPr>
        <w:t xml:space="preserve"> и оценки эффективности</w:t>
      </w:r>
      <w:r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Ногликский муниципальный округ Сахалинской области</w:t>
      </w:r>
      <w:r w:rsidR="002B146B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273110B8" w14:textId="3ADA8FD8" w:rsidR="00986740" w:rsidRPr="00D12794" w:rsidRDefault="00071B2E" w:rsidP="00517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986740">
        <w:rPr>
          <w:rFonts w:ascii="Times New Roman" w:hAnsi="Times New Roman"/>
          <w:sz w:val="28"/>
          <w:szCs w:val="28"/>
        </w:rPr>
        <w:t xml:space="preserve"> силу постановление администрации муниципального образования Ногликский муниципальный округ Сахалинской области от 05.02.2025 № 39 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»</w:t>
      </w:r>
      <w:r w:rsidR="00960FB2">
        <w:rPr>
          <w:rFonts w:ascii="Times New Roman" w:hAnsi="Times New Roman"/>
          <w:sz w:val="28"/>
          <w:szCs w:val="28"/>
        </w:rPr>
        <w:t>.</w:t>
      </w:r>
    </w:p>
    <w:p w14:paraId="205B3CAF" w14:textId="69A4A4B3" w:rsidR="00986740" w:rsidRDefault="00986740" w:rsidP="00517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настоящее постановление в газете «Знамя труда» </w:t>
      </w:r>
      <w:r w:rsidR="005174EE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260DD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образования</w:t>
      </w:r>
      <w:r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6733D73E" w14:textId="3F46DDA9" w:rsidR="00986740" w:rsidRDefault="00986740" w:rsidP="00517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Контроль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оставляю </w:t>
      </w:r>
      <w:r w:rsidR="005174EE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DCF558A" w14:textId="77777777" w:rsidR="008629FA" w:rsidRPr="00D12794" w:rsidRDefault="008629FA" w:rsidP="0051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51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51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1EF08D8E" w:rsidR="008629FA" w:rsidRPr="008629FA" w:rsidRDefault="008629FA" w:rsidP="0051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5374B762" w:rsidR="008629FA" w:rsidRPr="008629FA" w:rsidRDefault="00093B08" w:rsidP="0051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5174EE" w:rsidRPr="005174EE">
        <w:rPr>
          <w:rFonts w:ascii="Times New Roman" w:hAnsi="Times New Roman"/>
          <w:sz w:val="28"/>
          <w:szCs w:val="28"/>
        </w:rPr>
        <w:t xml:space="preserve"> </w:t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</w:r>
      <w:r w:rsidR="005174EE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5174E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B2E"/>
    <w:rsid w:val="00093B08"/>
    <w:rsid w:val="00185FEC"/>
    <w:rsid w:val="001E1F9F"/>
    <w:rsid w:val="002003DC"/>
    <w:rsid w:val="002B146B"/>
    <w:rsid w:val="002B5CAC"/>
    <w:rsid w:val="0033636C"/>
    <w:rsid w:val="00340AB1"/>
    <w:rsid w:val="003E4257"/>
    <w:rsid w:val="005174EE"/>
    <w:rsid w:val="00520CBF"/>
    <w:rsid w:val="008629FA"/>
    <w:rsid w:val="00960FB2"/>
    <w:rsid w:val="00986740"/>
    <w:rsid w:val="00987DB5"/>
    <w:rsid w:val="00A30AF1"/>
    <w:rsid w:val="00AC72C8"/>
    <w:rsid w:val="00B10ED9"/>
    <w:rsid w:val="00B25688"/>
    <w:rsid w:val="00C02849"/>
    <w:rsid w:val="00C12AB3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2026-02-03T22:52:00Z</dcterms:modified>
</cp:coreProperties>
</file>